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C33ED" w14:textId="13AA870A" w:rsidR="00703EE5" w:rsidRDefault="00F804BB">
      <w:pPr>
        <w:rPr>
          <w:lang w:val="de-DE"/>
        </w:rPr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BCF458C" wp14:editId="7BEB3696">
                <wp:simplePos x="0" y="0"/>
                <wp:positionH relativeFrom="column">
                  <wp:posOffset>1200150</wp:posOffset>
                </wp:positionH>
                <wp:positionV relativeFrom="paragraph">
                  <wp:posOffset>952500</wp:posOffset>
                </wp:positionV>
                <wp:extent cx="2790825" cy="2105025"/>
                <wp:effectExtent l="0" t="19050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2790825" cy="2105025"/>
                          <a:chOff x="0" y="0"/>
                          <a:chExt cx="0" cy="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448311"/>
                            <a:ext cx="2520000" cy="108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 flipH="1">
                            <a:off x="1356360" y="303531"/>
                            <a:ext cx="360000" cy="18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 rot="5400000">
                            <a:off x="457518" y="719138"/>
                            <a:ext cx="14382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tangle: Folded Corner 5"/>
                        <wps:cNvSpPr/>
                        <wps:spPr>
                          <a:xfrm>
                            <a:off x="1714500" y="760731"/>
                            <a:ext cx="1079500" cy="359410"/>
                          </a:xfrm>
                          <a:prstGeom prst="foldedCorner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: Folded Corner 7"/>
                        <wps:cNvSpPr/>
                        <wps:spPr>
                          <a:xfrm rot="3600000" flipV="1">
                            <a:off x="-23177" y="1076643"/>
                            <a:ext cx="1076325" cy="361950"/>
                          </a:xfrm>
                          <a:prstGeom prst="foldedCorner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286230" id="Group 8" o:spid="_x0000_s1026" style="position:absolute;margin-left:94.5pt;margin-top:75pt;width:219.75pt;height:165.75pt;rotation:30;z-index:251664384;mso-width-relative:margin;mso-height-relative:margin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">
                <v:line id="Straight Connector 1" o:spid="_x0000_s1027" style="position:absolute;visibility:visible;mso-wrap-style:square" from="0,448311" to="2520000,1528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" strokecolor="#ffc000"/>
                <v:line id="Straight Connector 2" o:spid="_x0000_s1028" style="position:absolute;flip:x;visibility:visible;mso-wrap-style:square" from="1356360,303531" to="1716360,2103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" strokecolor="red"/>
                <v:line id="Straight Connector 4" o:spid="_x0000_s1029" style="position:absolute;rotation:90;visibility:visible;mso-wrap-style:square" from="457518,719138" to="1895793,719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" strokecolor="#00b050"/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Rectangle: Folded Corner 5" o:spid="_x0000_s1030" type="#_x0000_t65" style="position:absolute;left:1714500;top:760731;width:107950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" adj="10800" fillcolor="#dbe5f1 [660]" strokecolor="#243f60 [1604]" strokeweight="2pt"/>
                <v:shape id="Rectangle: Folded Corner 7" o:spid="_x0000_s1031" type="#_x0000_t65" style="position:absolute;left:-23177;top:1076643;width:1076325;height:361950;rotation:-6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" adj="10800" fillcolor="#dbe5f1 [660]" strokecolor="#243f60 [1604]" strokeweight="2pt"/>
              </v:group>
            </w:pict>
          </mc:Fallback>
        </mc:AlternateContent>
      </w:r>
      <w:r>
        <w:rPr>
          <w:lang w:val="de-DE"/>
        </w:rPr>
        <w:t>Dummy</w:t>
      </w:r>
    </w:p>
    <w:p w14:paraId="085DA947" w14:textId="4EFE3752" w:rsidR="00F804BB" w:rsidRPr="00F804BB" w:rsidRDefault="00F804BB">
      <w:pPr>
        <w:rPr>
          <w:lang w:val="de-DE"/>
        </w:rPr>
      </w:pPr>
    </w:p>
    <w:sectPr w:rsidR="00F804BB" w:rsidRPr="00F804BB" w:rsidSect="00D8406E">
      <w:pgSz w:w="11906" w:h="8391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4BB"/>
    <w:rsid w:val="000C1ECD"/>
    <w:rsid w:val="002B6ACD"/>
    <w:rsid w:val="0032093C"/>
    <w:rsid w:val="00321565"/>
    <w:rsid w:val="00326855"/>
    <w:rsid w:val="004E07CE"/>
    <w:rsid w:val="004E38BB"/>
    <w:rsid w:val="005702D9"/>
    <w:rsid w:val="0062363A"/>
    <w:rsid w:val="007257C4"/>
    <w:rsid w:val="0087728C"/>
    <w:rsid w:val="008869C0"/>
    <w:rsid w:val="00936920"/>
    <w:rsid w:val="00AB7264"/>
    <w:rsid w:val="00B1519E"/>
    <w:rsid w:val="00BB620D"/>
    <w:rsid w:val="00BD6080"/>
    <w:rsid w:val="00BF447E"/>
    <w:rsid w:val="00C26373"/>
    <w:rsid w:val="00D8406E"/>
    <w:rsid w:val="00F6347D"/>
    <w:rsid w:val="00F804BB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628706"/>
  <w14:discardImageEditingData/>
  <w14:defaultImageDpi w14:val="32767"/>
  <w15:chartTrackingRefBased/>
  <w15:docId w15:val="{823DA114-5181-42A9-9576-FCEEDD7B0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A5%20landscape%20small%20marg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 landscape small margin.dotx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3</cp:revision>
  <dcterms:created xsi:type="dcterms:W3CDTF">2021-05-12T08:49:00Z</dcterms:created>
  <dcterms:modified xsi:type="dcterms:W3CDTF">2021-05-12T09:02:00Z</dcterms:modified>
</cp:coreProperties>
</file>